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ind w:left="0" w:leftChars="0" w:right="0" w:rightChars="0" w:firstLine="0" w:firstLineChars="0"/>
        <w:jc w:val="center"/>
        <w:rPr>
          <w:rFonts w:hint="eastAsia" w:ascii="Times New Roman" w:hAnsi="Times New Roman" w:eastAsia="方正小标宋简体"/>
          <w:snapToGrid w:val="0"/>
          <w:vanish w:val="0"/>
          <w:w w:val="100"/>
          <w:kern w:val="0"/>
          <w:sz w:val="36"/>
        </w:rPr>
      </w:pPr>
      <w:r>
        <w:rPr>
          <w:rFonts w:hint="eastAsia" w:ascii="Times New Roman" w:hAnsi="Times New Roman" w:eastAsia="方正小标宋简体"/>
          <w:snapToGrid w:val="0"/>
          <w:vanish w:val="0"/>
          <w:w w:val="100"/>
          <w:kern w:val="0"/>
          <w:sz w:val="36"/>
        </w:rPr>
        <w:t>云南省面向选定高校招录</w:t>
      </w:r>
      <w:r>
        <w:rPr>
          <w:rFonts w:hint="default" w:ascii="Times New Roman" w:hAnsi="Times New Roman" w:eastAsia="方正仿宋_GBK"/>
          <w:snapToGrid w:val="0"/>
          <w:vanish w:val="0"/>
          <w:w w:val="100"/>
          <w:kern w:val="0"/>
          <w:sz w:val="36"/>
        </w:rPr>
        <w:t>2024</w:t>
      </w:r>
      <w:r>
        <w:rPr>
          <w:rFonts w:hint="eastAsia" w:ascii="Times New Roman" w:hAnsi="Times New Roman" w:eastAsia="方正小标宋简体"/>
          <w:snapToGrid w:val="0"/>
          <w:vanish w:val="0"/>
          <w:w w:val="100"/>
          <w:kern w:val="0"/>
          <w:sz w:val="36"/>
        </w:rPr>
        <w:t>年定向选调生报名推荐表</w:t>
      </w:r>
    </w:p>
    <w:p>
      <w:pPr>
        <w:pStyle w:val="2"/>
        <w:rPr>
          <w:rFonts w:hint="eastAsia"/>
        </w:rPr>
      </w:pPr>
      <w:bookmarkStart w:id="0" w:name="_GoBack"/>
      <w:bookmarkEnd w:id="0"/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254"/>
        <w:gridCol w:w="222"/>
        <w:gridCol w:w="480"/>
        <w:gridCol w:w="419"/>
        <w:gridCol w:w="1002"/>
        <w:gridCol w:w="295"/>
        <w:gridCol w:w="337"/>
        <w:gridCol w:w="135"/>
        <w:gridCol w:w="733"/>
        <w:gridCol w:w="209"/>
        <w:gridCol w:w="839"/>
        <w:gridCol w:w="1453"/>
        <w:gridCol w:w="744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  <w:hidden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姓名</w:t>
            </w:r>
          </w:p>
        </w:tc>
        <w:tc>
          <w:tcPr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性别</w:t>
            </w:r>
          </w:p>
        </w:tc>
        <w:tc>
          <w:tcPr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民族</w:t>
            </w:r>
          </w:p>
        </w:tc>
        <w:tc>
          <w:tcPr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default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</w:rPr>
              <w:t>**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</w:rPr>
              <w:t>族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</w:rPr>
              <w:t>本人近期小一寸电子证件照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  <w:hidden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出生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年月</w:t>
            </w:r>
          </w:p>
        </w:tc>
        <w:tc>
          <w:tcPr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政治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面貌</w:t>
            </w:r>
          </w:p>
        </w:tc>
        <w:tc>
          <w:tcPr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4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4"/>
              </w:rPr>
              <w:t>入党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4"/>
              </w:rPr>
              <w:t>时间</w:t>
            </w:r>
          </w:p>
        </w:tc>
        <w:tc>
          <w:tcPr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  <w:hidden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婚姻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状况</w:t>
            </w:r>
          </w:p>
        </w:tc>
        <w:tc>
          <w:tcPr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籍贯或出生地</w:t>
            </w:r>
            <w:r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  <w:t>(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具体到县区</w:t>
            </w:r>
            <w:r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  <w:t>)</w:t>
            </w:r>
          </w:p>
        </w:tc>
        <w:tc>
          <w:tcPr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  <w:hidden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外语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水平</w:t>
            </w:r>
          </w:p>
        </w:tc>
        <w:tc>
          <w:tcPr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计算机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水平</w:t>
            </w:r>
          </w:p>
        </w:tc>
        <w:tc>
          <w:tcPr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取得何种执</w:t>
            </w:r>
            <w:r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  <w:t>(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职</w:t>
            </w:r>
            <w:r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  <w:t>)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业资格证书</w:t>
            </w:r>
          </w:p>
        </w:tc>
        <w:tc>
          <w:tcPr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  <w:hidden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个人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特长</w:t>
            </w:r>
          </w:p>
        </w:tc>
        <w:tc>
          <w:tcPr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身份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证号</w:t>
            </w:r>
          </w:p>
        </w:tc>
        <w:tc>
          <w:tcPr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  <w:hidden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毕业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学校</w:t>
            </w:r>
          </w:p>
        </w:tc>
        <w:tc>
          <w:tcPr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院系</w:t>
            </w:r>
          </w:p>
        </w:tc>
        <w:tc>
          <w:tcPr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专业</w:t>
            </w:r>
          </w:p>
        </w:tc>
        <w:tc>
          <w:tcPr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default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</w:rPr>
            </w:pPr>
            <w:r>
              <w:rPr>
                <w:rFonts w:hint="default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</w:rPr>
              <w:t>（须与毕业证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</w:rPr>
              <w:t>学位证一致）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  <w:hidden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学历</w:t>
            </w:r>
          </w:p>
        </w:tc>
        <w:tc>
          <w:tcPr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学位</w:t>
            </w:r>
          </w:p>
        </w:tc>
        <w:tc>
          <w:tcPr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  <w:hidden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是否服从职位调剂</w:t>
            </w:r>
          </w:p>
        </w:tc>
        <w:tc>
          <w:tcPr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□是      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  <w:hidden/>
        </w:trPr>
        <w:tc>
          <w:tcPr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本人联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系方式</w:t>
            </w:r>
          </w:p>
        </w:tc>
        <w:tc>
          <w:tcPr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移动电话</w:t>
            </w:r>
          </w:p>
        </w:tc>
        <w:tc>
          <w:tcPr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其它联系电话</w:t>
            </w:r>
          </w:p>
        </w:tc>
        <w:tc>
          <w:tcPr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  <w:hidden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家庭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住址</w:t>
            </w:r>
          </w:p>
        </w:tc>
        <w:tc>
          <w:tcPr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right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省（区、市）</w:t>
            </w:r>
            <w:r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  <w:t xml:space="preserve">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县（市、区、旗）</w:t>
            </w:r>
            <w:r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  <w:t xml:space="preserve">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乡镇（街道）</w:t>
            </w:r>
            <w:r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  <w:t xml:space="preserve">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村（社区）</w:t>
            </w:r>
            <w:r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8" w:hRule="atLeast"/>
          <w:jc w:val="center"/>
          <w:hidden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个人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简历（从高中开始填写）</w:t>
            </w:r>
          </w:p>
        </w:tc>
        <w:tc>
          <w:tcPr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</w:rPr>
              <w:t>（注明起止时间、学校、院系、专业名称）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  <w:jc w:val="center"/>
          <w:hidden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在高等院校何时担任何职务</w:t>
            </w:r>
          </w:p>
        </w:tc>
        <w:tc>
          <w:tcPr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</w:rPr>
              <w:t>（可从本科阶段填写，每个学历层次阶段填写担任的最高职务）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  <w:hidden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奖惩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情况</w:t>
            </w:r>
          </w:p>
        </w:tc>
        <w:tc>
          <w:tcPr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</w:rPr>
              <w:t>（注明奖惩时间及名称）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  <w:hidden/>
        </w:trPr>
        <w:tc>
          <w:tcPr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家庭主要成员及社会关系（包括父母、配偶、子女和其他旁系血亲关系）</w:t>
            </w:r>
          </w:p>
        </w:tc>
        <w:tc>
          <w:tcPr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称谓</w:t>
            </w:r>
          </w:p>
        </w:tc>
        <w:tc>
          <w:tcPr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姓名</w:t>
            </w:r>
          </w:p>
        </w:tc>
        <w:tc>
          <w:tcPr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政治面貌</w:t>
            </w:r>
          </w:p>
        </w:tc>
        <w:tc>
          <w:tcPr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年龄</w:t>
            </w:r>
          </w:p>
        </w:tc>
        <w:tc>
          <w:tcPr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工作单位及职务</w:t>
            </w:r>
          </w:p>
        </w:tc>
        <w:tc>
          <w:tcPr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  <w:tc>
          <w:tcPr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  <w:jc w:val="center"/>
          <w:hidden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报名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承诺</w:t>
            </w:r>
          </w:p>
        </w:tc>
        <w:tc>
          <w:tcPr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540" w:firstLineChars="208"/>
              <w:jc w:val="left"/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本人自愿报名参加云南省2024年定向选调生考试，在此郑重承诺：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540" w:firstLineChars="208"/>
              <w:jc w:val="left"/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1.诚信报名，全面、真实、准确地填写报名信息，提供相关证明材料。因信息不准确、材料不真实所产生的一切后果由本人自行承担；2.诚信考试，自觉遵守有关纪律规定；3.服从组织安排。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 xml:space="preserve">                                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5070" w:firstLineChars="1950"/>
              <w:jc w:val="left"/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 xml:space="preserve"> 签名：                                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Chars="2480" w:right="0" w:rightChars="0" w:hanging="650" w:hangingChars="250"/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 xml:space="preserve">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 xml:space="preserve">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  <w:jc w:val="center"/>
          <w:hidden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所在院系党组织推荐意见</w:t>
            </w:r>
          </w:p>
        </w:tc>
        <w:tc>
          <w:tcPr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420" w:rightChars="0" w:firstLine="0" w:firstLineChars="0"/>
              <w:jc w:val="left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4"/>
              </w:rPr>
              <w:t xml:space="preserve">     </w:t>
            </w:r>
            <w:r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  <w:t xml:space="preserve">                                       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（盖章）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210" w:rightChars="0" w:firstLine="0" w:firstLineChars="0"/>
              <w:jc w:val="left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  <w:t xml:space="preserve">                                          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年</w:t>
            </w:r>
            <w:r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月</w:t>
            </w:r>
            <w:r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  <w:jc w:val="center"/>
          <w:hidden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所在高校就业部门推荐意见</w:t>
            </w:r>
          </w:p>
        </w:tc>
        <w:tc>
          <w:tcPr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leftChars="0" w:right="420" w:rightChars="0" w:firstLine="0" w:firstLineChars="0"/>
              <w:jc w:val="left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  <w:t xml:space="preserve">                               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420" w:rightChars="0" w:firstLine="0" w:firstLineChars="0"/>
              <w:jc w:val="left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  <w:t xml:space="preserve">                                  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420" w:rightChars="0" w:firstLine="0" w:firstLineChars="0"/>
              <w:jc w:val="left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  <w:t xml:space="preserve">                                            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（盖章）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leftChars="0" w:right="420" w:rightChars="0" w:firstLine="0" w:firstLineChars="0"/>
              <w:jc w:val="left"/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</w:pPr>
            <w:r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  <w:t xml:space="preserve">                                          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年</w:t>
            </w:r>
            <w:r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月</w:t>
            </w:r>
            <w:r>
              <w:rPr>
                <w:rFonts w:hint="default" w:ascii="Times New Roman" w:hAnsi="Times New Roman" w:eastAsia="宋体"/>
                <w:snapToGrid w:val="0"/>
                <w:vanish w:val="0"/>
                <w:kern w:val="0"/>
                <w:sz w:val="26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</w:rPr>
              <w:t>日</w:t>
            </w:r>
          </w:p>
        </w:tc>
      </w:tr>
    </w:tbl>
    <w:p>
      <w:pPr>
        <w:pStyle w:val="8"/>
        <w:ind w:left="0" w:leftChars="0" w:firstLine="0" w:firstLineChars="0"/>
      </w:pPr>
    </w:p>
    <w:sectPr>
      <w:footerReference r:id="rId5" w:type="default"/>
      <w:pgSz w:w="11907" w:h="16840"/>
      <w:pgMar w:top="2098" w:right="1474" w:bottom="1984" w:left="1587" w:header="851" w:footer="1531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right" w:pos="8307"/>
        <w:tab w:val="clear" w:pos="8306"/>
      </w:tabs>
      <w:adjustRightInd w:val="0"/>
      <w:ind w:leftChars="100" w:rightChars="100" w:firstLine="0" w:firstLineChars="0"/>
      <w:rPr>
        <w:rFonts w:hint="eastAsia" w:ascii="方正仿宋_GBK" w:hAnsi="方正仿宋_GBK" w:eastAsia="方正仿宋_GBK"/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BdxysBMCAAAT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t>3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0DF51627"/>
    <w:rsid w:val="57B76BC8"/>
    <w:rsid w:val="5F3BE0AD"/>
    <w:rsid w:val="5F3F46E4"/>
    <w:rsid w:val="66EF31B7"/>
    <w:rsid w:val="7B983336"/>
    <w:rsid w:val="9F2D5831"/>
    <w:rsid w:val="AEFFA653"/>
    <w:rsid w:val="CF45F7F3"/>
    <w:rsid w:val="DFC7424C"/>
    <w:rsid w:val="F5FEAB0D"/>
    <w:rsid w:val="F7C9E9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Autospacing="0" w:after="120" w:afterAutospacing="0"/>
      <w:ind w:left="0" w:leftChars="0" w:right="0" w:rightChars="0" w:firstLine="0" w:firstLineChars="0"/>
    </w:pPr>
    <w:rPr>
      <w:rFonts w:hint="default" w:ascii="Calibri" w:hAnsi="Times New Roman" w:eastAsia="方正仿宋_GBK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oc 9"/>
    <w:basedOn w:val="1"/>
    <w:next w:val="1"/>
    <w:qFormat/>
    <w:uiPriority w:val="0"/>
    <w:pPr>
      <w:ind w:left="3360" w:leftChars="16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永中软件股份有限公司</Company>
  <TotalTime>4</TotalTime>
  <ScaleCrop>false</ScaleCrop>
  <LinksUpToDate>false</LinksUpToDate>
  <Application>WPS Office_11.8.2.10599_F1E327BC-269C-435d-A152-05C5408002CA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2010-09-10T14:51:00Z</dcterms:created>
  <dc:creator>yy</dc:creator>
  <cp:lastModifiedBy>wer</cp:lastModifiedBy>
  <cp:lastPrinted>2023-08-30T06:45:00Z</cp:lastPrinted>
  <dcterms:modified xsi:type="dcterms:W3CDTF">2023-09-07T19:16:30Z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2052-11.8.2.10599</vt:lpwstr>
  </property>
</Properties>
</file>